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EF" w:rsidRPr="003F6F86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2416"/>
        <w:tblW w:w="91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324"/>
        <w:gridCol w:w="4320"/>
      </w:tblGrid>
      <w:tr w:rsidR="00E74FEE" w:rsidRPr="00C210A6" w:rsidTr="0092145F">
        <w:trPr>
          <w:cantSplit/>
          <w:trHeight w:val="836"/>
        </w:trPr>
        <w:tc>
          <w:tcPr>
            <w:tcW w:w="362" w:type="dxa"/>
          </w:tcPr>
          <w:p w:rsidR="00E74FEE" w:rsidRPr="00C210A6" w:rsidRDefault="007863F9" w:rsidP="009214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863F9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78.75pt">
                  <v:imagedata r:id="rId7" o:title=""/>
                </v:shape>
              </w:pict>
            </w:r>
          </w:p>
        </w:tc>
        <w:tc>
          <w:tcPr>
            <w:tcW w:w="1258" w:type="dxa"/>
          </w:tcPr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10A6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C210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24" w:type="dxa"/>
          </w:tcPr>
          <w:p w:rsidR="00E74FEE" w:rsidRPr="00C210A6" w:rsidRDefault="00E74FEE" w:rsidP="0092145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„</w:t>
            </w:r>
            <w:r>
              <w:rPr>
                <w:rFonts w:ascii="Arial" w:hAnsi="Arial" w:cs="Arial"/>
                <w:sz w:val="20"/>
                <w:szCs w:val="20"/>
              </w:rPr>
              <w:t>Realizace stavby PC C12 v k. ú. Rájov a PC K Rohanovi v k. ú. Záluží nad Vltavou</w:t>
            </w:r>
            <w:r w:rsidRPr="00C210A6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4327CC" w:rsidRDefault="00E74FEE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Číslo jednací: </w:t>
            </w:r>
            <w:r>
              <w:t xml:space="preserve"> </w:t>
            </w:r>
            <w:r w:rsidRPr="00805F3A">
              <w:rPr>
                <w:rFonts w:ascii="Arial" w:hAnsi="Arial" w:cs="Arial"/>
                <w:sz w:val="20"/>
                <w:szCs w:val="20"/>
              </w:rPr>
              <w:t>195322/2012-MZE-130715</w:t>
            </w:r>
          </w:p>
          <w:p w:rsidR="00E74FEE" w:rsidRPr="004327CC" w:rsidRDefault="00E74FEE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Spisová zn.: </w:t>
            </w:r>
            <w:r w:rsidRPr="004327CC">
              <w:t xml:space="preserve"> </w:t>
            </w:r>
            <w:r w:rsidRPr="006C2C69">
              <w:rPr>
                <w:rFonts w:ascii="Arial" w:hAnsi="Arial" w:cs="Arial"/>
                <w:spacing w:val="8"/>
                <w:sz w:val="20"/>
                <w:szCs w:val="20"/>
              </w:rPr>
              <w:t>2VZ46544/2012-130715</w:t>
            </w:r>
          </w:p>
          <w:p w:rsidR="00E74FEE" w:rsidRPr="004327CC" w:rsidRDefault="00E74FEE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10</w:t>
            </w:r>
            <w:r w:rsidRPr="004327CC">
              <w:rPr>
                <w:rFonts w:ascii="Arial" w:hAnsi="Arial" w:cs="Arial"/>
                <w:spacing w:val="8"/>
                <w:sz w:val="20"/>
                <w:szCs w:val="20"/>
              </w:rPr>
              <w:t>/2012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  <w:u w:val="single"/>
              </w:rPr>
              <w:t>zjednodušené podlimitní řízení</w:t>
            </w:r>
            <w:r w:rsidRPr="00C210A6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 č. 137/2006 Sb. o veřejných zakázkách, ve znění pozdějších předpisů (dále jen „zákon“)</w:t>
            </w:r>
          </w:p>
          <w:p w:rsidR="00E74FEE" w:rsidRPr="00C210A6" w:rsidRDefault="00E74FE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Podlimitní veřejná zakázka na stavební práce</w:t>
            </w:r>
          </w:p>
        </w:tc>
      </w:tr>
    </w:tbl>
    <w:p w:rsidR="00B005EF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FA5C1B" w:rsidRDefault="00FA5C1B">
      <w:pPr>
        <w:spacing w:line="280" w:lineRule="atLeast"/>
        <w:rPr>
          <w:rFonts w:ascii="Arial" w:hAnsi="Arial" w:cs="Arial"/>
          <w:sz w:val="20"/>
          <w:szCs w:val="20"/>
        </w:rPr>
      </w:pPr>
    </w:p>
    <w:p w:rsidR="00111432" w:rsidRDefault="00111432">
      <w:pPr>
        <w:spacing w:line="280" w:lineRule="atLeast"/>
        <w:rPr>
          <w:rFonts w:ascii="Arial" w:hAnsi="Arial" w:cs="Arial"/>
          <w:sz w:val="20"/>
          <w:szCs w:val="20"/>
        </w:rPr>
      </w:pPr>
    </w:p>
    <w:p w:rsidR="00E74FEE" w:rsidRPr="003F6F86" w:rsidRDefault="00E74FE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9"/>
        <w:gridCol w:w="6943"/>
      </w:tblGrid>
      <w:tr w:rsidR="00B005EF" w:rsidRPr="00E44BC2" w:rsidTr="005F6A72">
        <w:trPr>
          <w:trHeight w:val="420"/>
        </w:trPr>
        <w:tc>
          <w:tcPr>
            <w:tcW w:w="1279" w:type="dxa"/>
            <w:vAlign w:val="center"/>
          </w:tcPr>
          <w:p w:rsidR="00B005EF" w:rsidRPr="00E44BC2" w:rsidRDefault="007863F9" w:rsidP="0011143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3F9">
              <w:rPr>
                <w:rFonts w:ascii="Arial" w:hAnsi="Arial" w:cs="Arial"/>
                <w:sz w:val="20"/>
                <w:szCs w:val="20"/>
              </w:rPr>
              <w:pict>
                <v:shape id="_x0000_i1026" type="#_x0000_t75" style="width:69pt;height:51.75pt">
                  <v:imagedata r:id="rId8" o:title=""/>
                </v:shape>
              </w:pict>
            </w:r>
          </w:p>
        </w:tc>
        <w:tc>
          <w:tcPr>
            <w:tcW w:w="6943" w:type="dxa"/>
          </w:tcPr>
          <w:p w:rsidR="00B005EF" w:rsidRDefault="0009541A" w:rsidP="005F6A72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4BC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111432" w:rsidRDefault="00111432" w:rsidP="005F6A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k </w:t>
            </w:r>
            <w:r w:rsidR="00254846">
              <w:rPr>
                <w:rFonts w:ascii="Arial" w:hAnsi="Arial" w:cs="Arial"/>
                <w:sz w:val="20"/>
                <w:szCs w:val="20"/>
              </w:rPr>
              <w:t>výběrovému</w:t>
            </w:r>
            <w:r w:rsidR="00254846" w:rsidRPr="00E44B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BC2">
              <w:rPr>
                <w:rFonts w:ascii="Arial" w:hAnsi="Arial" w:cs="Arial"/>
                <w:sz w:val="20"/>
                <w:szCs w:val="20"/>
              </w:rPr>
              <w:t>řízení na veřejnou zakázku</w:t>
            </w:r>
            <w:r w:rsidR="00FA5C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BC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44BC2">
              <w:rPr>
                <w:rFonts w:ascii="Arial" w:hAnsi="Arial" w:cs="Arial"/>
                <w:sz w:val="20"/>
                <w:szCs w:val="20"/>
              </w:rPr>
              <w:t>názvem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74FEE" w:rsidRDefault="00111432" w:rsidP="005F6A7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081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0E5EEF" w:rsidRPr="000E5EEF">
              <w:rPr>
                <w:rFonts w:ascii="Arial" w:hAnsi="Arial" w:cs="Arial"/>
                <w:b/>
                <w:sz w:val="20"/>
                <w:szCs w:val="20"/>
              </w:rPr>
              <w:t>Realizace stavby PC C 12 v k.</w:t>
            </w:r>
            <w:r w:rsidR="00E74F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E5EEF" w:rsidRPr="000E5EEF">
              <w:rPr>
                <w:rFonts w:ascii="Arial" w:hAnsi="Arial" w:cs="Arial"/>
                <w:b/>
                <w:sz w:val="20"/>
                <w:szCs w:val="20"/>
              </w:rPr>
              <w:t xml:space="preserve">ú. Rájov </w:t>
            </w:r>
          </w:p>
          <w:p w:rsidR="007E1ADC" w:rsidRPr="00E44BC2" w:rsidRDefault="000E5EEF" w:rsidP="005F6A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5EEF">
              <w:rPr>
                <w:rFonts w:ascii="Arial" w:hAnsi="Arial" w:cs="Arial"/>
                <w:b/>
                <w:sz w:val="20"/>
                <w:szCs w:val="20"/>
              </w:rPr>
              <w:t>a PC K Rohanovi v k.</w:t>
            </w:r>
            <w:r w:rsidR="00E74F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E5EEF">
              <w:rPr>
                <w:rFonts w:ascii="Arial" w:hAnsi="Arial" w:cs="Arial"/>
                <w:b/>
                <w:sz w:val="20"/>
                <w:szCs w:val="20"/>
              </w:rPr>
              <w:t>ú. Záluží nad Vltavou</w:t>
            </w:r>
            <w:r w:rsidR="00111432" w:rsidRPr="00DA2081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:rsidR="00111432" w:rsidRDefault="00111432" w:rsidP="00111432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A30699" w:rsidRDefault="00A30699" w:rsidP="00111432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DF6882" w:rsidRDefault="00111432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111432">
        <w:rPr>
          <w:rFonts w:ascii="Arial" w:hAnsi="Arial" w:cs="Arial"/>
          <w:b/>
          <w:sz w:val="20"/>
          <w:szCs w:val="20"/>
        </w:rPr>
        <w:t xml:space="preserve">Druh </w:t>
      </w:r>
      <w:r w:rsidR="00DF6882">
        <w:rPr>
          <w:rFonts w:ascii="Arial" w:hAnsi="Arial" w:cs="Arial"/>
          <w:b/>
          <w:sz w:val="20"/>
          <w:szCs w:val="20"/>
        </w:rPr>
        <w:t>zadávacího</w:t>
      </w:r>
      <w:r w:rsidRPr="00111432">
        <w:rPr>
          <w:rFonts w:ascii="Arial" w:hAnsi="Arial" w:cs="Arial"/>
          <w:b/>
          <w:sz w:val="20"/>
          <w:szCs w:val="20"/>
        </w:rPr>
        <w:t xml:space="preserve"> řízení:</w:t>
      </w:r>
      <w:r>
        <w:rPr>
          <w:rFonts w:ascii="Arial" w:hAnsi="Arial" w:cs="Arial"/>
          <w:b/>
          <w:sz w:val="20"/>
          <w:szCs w:val="20"/>
        </w:rPr>
        <w:tab/>
      </w:r>
      <w:r w:rsidR="00DF6882" w:rsidRPr="00DF6882">
        <w:rPr>
          <w:rFonts w:ascii="Arial" w:hAnsi="Arial" w:cs="Arial"/>
          <w:sz w:val="20"/>
          <w:szCs w:val="20"/>
        </w:rPr>
        <w:t>dle § 21 odst. 1 písm. f)</w:t>
      </w:r>
      <w:r w:rsidR="00DF6882">
        <w:rPr>
          <w:rFonts w:ascii="Arial" w:hAnsi="Arial" w:cs="Arial"/>
          <w:sz w:val="20"/>
          <w:szCs w:val="20"/>
        </w:rPr>
        <w:t xml:space="preserve"> zákona</w:t>
      </w:r>
      <w:r w:rsidR="00DF6882" w:rsidRPr="00DF6882">
        <w:rPr>
          <w:rFonts w:ascii="Arial" w:hAnsi="Arial" w:cs="Arial"/>
          <w:b/>
          <w:sz w:val="20"/>
          <w:szCs w:val="20"/>
        </w:rPr>
        <w:t xml:space="preserve"> </w:t>
      </w:r>
    </w:p>
    <w:p w:rsidR="00FA5C1B" w:rsidRDefault="00111432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sz w:val="20"/>
          <w:szCs w:val="20"/>
        </w:rPr>
      </w:pPr>
      <w:r w:rsidRPr="00111432">
        <w:rPr>
          <w:rFonts w:ascii="Arial" w:hAnsi="Arial" w:cs="Arial"/>
          <w:b/>
          <w:sz w:val="20"/>
          <w:szCs w:val="20"/>
        </w:rPr>
        <w:t>Druh veřejné zakázky:</w:t>
      </w:r>
      <w:r w:rsidRPr="0011143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DF6882" w:rsidRPr="00DF6882">
        <w:rPr>
          <w:rFonts w:ascii="Arial" w:hAnsi="Arial" w:cs="Arial"/>
          <w:sz w:val="20"/>
          <w:szCs w:val="20"/>
        </w:rPr>
        <w:t>Podlimitní veřejná zakázka na stavební práce</w:t>
      </w:r>
    </w:p>
    <w:p w:rsidR="00DF6882" w:rsidRDefault="00DF6882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B20CBD" w:rsidRDefault="006B4298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D75E89" w:rsidRPr="003F6F86">
        <w:rPr>
          <w:rFonts w:ascii="Arial" w:hAnsi="Arial" w:cs="Arial"/>
          <w:b/>
          <w:sz w:val="20"/>
          <w:szCs w:val="20"/>
        </w:rPr>
        <w:t>.</w:t>
      </w:r>
      <w:r w:rsidR="00D75E89"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B66EE5" w:rsidRPr="003F6F86" w:rsidRDefault="00B66EE5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D75E89" w:rsidRDefault="00E94D5E" w:rsidP="00E94D5E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1.1.  </w:t>
      </w:r>
      <w:r w:rsidR="00D75E89" w:rsidRPr="003F6F86">
        <w:rPr>
          <w:rFonts w:ascii="Arial" w:hAnsi="Arial" w:cs="Arial"/>
          <w:b/>
          <w:sz w:val="20"/>
          <w:szCs w:val="20"/>
        </w:rPr>
        <w:t>Zadavatel</w:t>
      </w:r>
    </w:p>
    <w:tbl>
      <w:tblPr>
        <w:tblW w:w="975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E94D5E" w:rsidRPr="00C01F7E" w:rsidTr="002E6E18">
        <w:tc>
          <w:tcPr>
            <w:tcW w:w="4253" w:type="dxa"/>
            <w:vMerge w:val="restart"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E94D5E" w:rsidRPr="00C01F7E" w:rsidTr="002E6E18">
        <w:tc>
          <w:tcPr>
            <w:tcW w:w="425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Borders>
              <w:top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Odbor: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Plešivec 287, 381 01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+420380301530, +420380301531/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+420380301548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</w:tcPr>
          <w:p w:rsidR="00E94D5E" w:rsidRPr="00C01F7E" w:rsidRDefault="007863F9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94D5E" w:rsidRPr="00C01F7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PU_Cesky_Krumlov@mze.cz</w:t>
              </w:r>
            </w:hyperlink>
            <w:r w:rsidR="00E94D5E" w:rsidRPr="00C01F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Ing. Josef Jakeš, ředitel PÚ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 xml:space="preserve">Vlasta Laisková, </w:t>
            </w:r>
            <w:r w:rsidRPr="00C01F7E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0E5EEF">
              <w:rPr>
                <w:rFonts w:ascii="Arial" w:hAnsi="Arial" w:cs="Arial"/>
                <w:sz w:val="20"/>
                <w:szCs w:val="20"/>
              </w:rPr>
              <w:t>Tomáš Holas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+420380301536, +4203803015</w:t>
            </w:r>
            <w:r w:rsidR="000E5EEF">
              <w:rPr>
                <w:rFonts w:ascii="Arial" w:hAnsi="Arial" w:cs="Arial"/>
                <w:noProof/>
                <w:sz w:val="20"/>
                <w:szCs w:val="20"/>
              </w:rPr>
              <w:t>32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/ +420380301548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</w:tcPr>
          <w:p w:rsidR="00E94D5E" w:rsidRPr="00C01F7E" w:rsidRDefault="007863F9" w:rsidP="000E5EE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E94D5E" w:rsidRPr="00C01F7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vlasta.laiskova</w:t>
              </w:r>
              <w:r w:rsidR="00E94D5E" w:rsidRPr="00C01F7E">
                <w:rPr>
                  <w:rStyle w:val="Hypertextovodkaz"/>
                  <w:rFonts w:ascii="Arial" w:hAnsi="Arial" w:cs="Arial"/>
                  <w:noProof/>
                  <w:sz w:val="20"/>
                  <w:szCs w:val="20"/>
                </w:rPr>
                <w:t>@mze.cz</w:t>
              </w:r>
            </w:hyperlink>
            <w:r w:rsidR="00E94D5E" w:rsidRPr="00C01F7E">
              <w:rPr>
                <w:rFonts w:ascii="Arial" w:hAnsi="Arial" w:cs="Arial"/>
                <w:sz w:val="20"/>
                <w:szCs w:val="20"/>
              </w:rPr>
              <w:t xml:space="preserve"> , </w:t>
            </w:r>
            <w:hyperlink r:id="rId11" w:history="1">
              <w:r w:rsidR="000E5EEF" w:rsidRPr="00BB23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tomas.holas@mze.cz</w:t>
              </w:r>
            </w:hyperlink>
            <w:r w:rsidR="00E94D5E" w:rsidRPr="00C01F7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DD1325" w:rsidRDefault="00E94D5E" w:rsidP="00E94D5E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1.2. </w:t>
      </w:r>
      <w:r w:rsidR="0084657F">
        <w:rPr>
          <w:rFonts w:ascii="Arial" w:hAnsi="Arial" w:cs="Arial"/>
          <w:b/>
          <w:sz w:val="20"/>
          <w:szCs w:val="20"/>
        </w:rPr>
        <w:t>Uchazeč/zájemce</w:t>
      </w:r>
      <w:r w:rsidR="007E1ADC"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E94D5E" w:rsidRPr="00C01F7E" w:rsidTr="002E6E1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 w:val="restart"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Borders>
              <w:top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 xml:space="preserve">Číslo </w:t>
            </w:r>
            <w:r>
              <w:rPr>
                <w:rFonts w:ascii="Arial" w:hAnsi="Arial" w:cs="Arial"/>
                <w:sz w:val="20"/>
                <w:szCs w:val="20"/>
              </w:rPr>
              <w:t>bankovního účtu uchazeče (</w:t>
            </w:r>
            <w:r w:rsidRPr="00C01F7E">
              <w:rPr>
                <w:rFonts w:ascii="Arial" w:hAnsi="Arial" w:cs="Arial"/>
                <w:sz w:val="20"/>
                <w:szCs w:val="20"/>
              </w:rPr>
              <w:t>pro vrácení případné peněžní jistoty – byla li vyžadována)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4D5E" w:rsidRPr="003F6F86" w:rsidRDefault="00E94D5E" w:rsidP="00C4526E">
      <w:pPr>
        <w:rPr>
          <w:rFonts w:ascii="Arial" w:hAnsi="Arial" w:cs="Arial"/>
          <w:sz w:val="16"/>
          <w:szCs w:val="16"/>
        </w:rPr>
      </w:pPr>
      <w:r w:rsidRPr="003F6F86">
        <w:rPr>
          <w:rFonts w:ascii="Arial" w:hAnsi="Arial" w:cs="Arial"/>
          <w:sz w:val="16"/>
          <w:szCs w:val="16"/>
        </w:rPr>
        <w:t>Poznámka: Podává-li nabídku fyzická osoba</w:t>
      </w:r>
      <w:r>
        <w:rPr>
          <w:rFonts w:ascii="Arial" w:hAnsi="Arial" w:cs="Arial"/>
          <w:sz w:val="16"/>
          <w:szCs w:val="16"/>
        </w:rPr>
        <w:t>,</w:t>
      </w:r>
      <w:r w:rsidRPr="003F6F86">
        <w:rPr>
          <w:rFonts w:ascii="Arial" w:hAnsi="Arial" w:cs="Arial"/>
          <w:sz w:val="16"/>
          <w:szCs w:val="16"/>
        </w:rPr>
        <w:t xml:space="preserve"> uvede v bodu </w:t>
      </w:r>
      <w:r w:rsidR="002E6E18">
        <w:rPr>
          <w:rFonts w:ascii="Arial" w:hAnsi="Arial" w:cs="Arial"/>
          <w:sz w:val="16"/>
          <w:szCs w:val="16"/>
        </w:rPr>
        <w:t>1</w:t>
      </w:r>
      <w:r w:rsidR="002E6E18" w:rsidRPr="003F6F86">
        <w:rPr>
          <w:rFonts w:ascii="Arial" w:hAnsi="Arial" w:cs="Arial"/>
          <w:sz w:val="16"/>
          <w:szCs w:val="16"/>
        </w:rPr>
        <w:t>.2 následující</w:t>
      </w:r>
      <w:r w:rsidRPr="003F6F86">
        <w:rPr>
          <w:rFonts w:ascii="Arial" w:hAnsi="Arial" w:cs="Arial"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4526E" w:rsidRDefault="00C452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E1ADC" w:rsidRDefault="006B4298" w:rsidP="00B674D2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1.3. </w:t>
      </w:r>
      <w:r w:rsidR="00B674D2">
        <w:rPr>
          <w:rFonts w:ascii="Arial" w:hAnsi="Arial" w:cs="Arial"/>
          <w:b/>
          <w:sz w:val="20"/>
          <w:szCs w:val="20"/>
        </w:rPr>
        <w:tab/>
      </w:r>
      <w:r w:rsidR="007E1ADC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7E1ADC" w:rsidRPr="00E44BC2" w:rsidTr="00784D36">
        <w:trPr>
          <w:trHeight w:val="117"/>
        </w:trPr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rPr>
          <w:trHeight w:val="249"/>
        </w:trPr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D36" w:rsidRPr="00E44BC2" w:rsidTr="00784D36">
        <w:tc>
          <w:tcPr>
            <w:tcW w:w="4293" w:type="dxa"/>
            <w:vMerge w:val="restart"/>
            <w:shd w:val="clear" w:color="auto" w:fill="auto"/>
            <w:tcMar>
              <w:left w:w="85" w:type="dxa"/>
              <w:right w:w="85" w:type="dxa"/>
            </w:tcMar>
          </w:tcPr>
          <w:p w:rsidR="00784D36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84D36" w:rsidRPr="00C01F7E" w:rsidRDefault="00784D36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784D36" w:rsidRPr="00E44BC2" w:rsidTr="00784D36">
        <w:tc>
          <w:tcPr>
            <w:tcW w:w="4293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784D36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84D36" w:rsidRPr="00C01F7E" w:rsidRDefault="00784D36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784D36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84D36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84D36" w:rsidRPr="00C01F7E" w:rsidRDefault="00784D36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6E18" w:rsidRDefault="002E6E18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70374" w:rsidRDefault="00E74FEE" w:rsidP="0096239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ab/>
        <w:t>a)</w:t>
      </w:r>
      <w:r w:rsidR="005C5704"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232"/>
        <w:gridCol w:w="3232"/>
        <w:gridCol w:w="3232"/>
      </w:tblGrid>
      <w:tr w:rsidR="00E74FEE" w:rsidRPr="00E44BC2" w:rsidTr="00E74FEE">
        <w:trPr>
          <w:trHeight w:val="283"/>
          <w:jc w:val="center"/>
        </w:trPr>
        <w:tc>
          <w:tcPr>
            <w:tcW w:w="9696" w:type="dxa"/>
            <w:gridSpan w:val="3"/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:rsidR="00E74FEE" w:rsidRPr="00505F31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5F31">
              <w:rPr>
                <w:rFonts w:ascii="Arial" w:hAnsi="Arial" w:cs="Arial"/>
                <w:b/>
                <w:sz w:val="20"/>
                <w:szCs w:val="20"/>
              </w:rPr>
              <w:t>CELKOVÁ HODNOTA PŘEDMĚTU ZAKÁZKY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A30699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A30699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9696" w:type="dxa"/>
            <w:gridSpan w:val="3"/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:rsidR="00E74FEE" w:rsidRPr="00505F31" w:rsidRDefault="00E74FEE" w:rsidP="00E74FEE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5F31">
              <w:rPr>
                <w:rFonts w:ascii="Arial" w:hAnsi="Arial" w:cs="Arial"/>
                <w:b/>
                <w:sz w:val="20"/>
                <w:szCs w:val="20"/>
              </w:rPr>
              <w:t xml:space="preserve">z toho </w:t>
            </w:r>
            <w:r w:rsidRPr="00E74FEE">
              <w:rPr>
                <w:rFonts w:ascii="Arial" w:hAnsi="Arial" w:cs="Arial"/>
                <w:b/>
                <w:sz w:val="20"/>
                <w:szCs w:val="20"/>
              </w:rPr>
              <w:t>SO 01 – PC C 12</w:t>
            </w: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A30699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A30699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9696" w:type="dxa"/>
            <w:gridSpan w:val="3"/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:rsidR="00E74FEE" w:rsidRPr="00505F31" w:rsidRDefault="00E74FEE" w:rsidP="00E74FEE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5F31">
              <w:rPr>
                <w:rFonts w:ascii="Arial" w:hAnsi="Arial" w:cs="Arial"/>
                <w:b/>
                <w:sz w:val="20"/>
                <w:szCs w:val="20"/>
              </w:rPr>
              <w:t xml:space="preserve">z toho </w:t>
            </w:r>
            <w:r w:rsidRPr="00E74FEE">
              <w:rPr>
                <w:rFonts w:ascii="Arial" w:hAnsi="Arial" w:cs="Arial"/>
                <w:b/>
                <w:sz w:val="20"/>
                <w:szCs w:val="20"/>
              </w:rPr>
              <w:t>SO 02 – PC K Rohanovi</w:t>
            </w: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74FEE" w:rsidRPr="00E44BC2" w:rsidTr="00E74FEE">
        <w:trPr>
          <w:trHeight w:val="283"/>
          <w:jc w:val="center"/>
        </w:trPr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A30699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A30699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  <w:vAlign w:val="center"/>
          </w:tcPr>
          <w:p w:rsidR="00E74FEE" w:rsidRPr="00E44BC2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4FEE" w:rsidRDefault="00E74FEE" w:rsidP="0096239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E74FEE" w:rsidRPr="003F6F86" w:rsidRDefault="00E74FEE" w:rsidP="00E74FEE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b)</w:t>
      </w:r>
      <w:r w:rsidRPr="003F6F86">
        <w:rPr>
          <w:rFonts w:ascii="Arial" w:hAnsi="Arial" w:cs="Arial"/>
          <w:b/>
          <w:sz w:val="20"/>
          <w:szCs w:val="20"/>
        </w:rPr>
        <w:tab/>
      </w:r>
      <w:r w:rsidRPr="001820C9">
        <w:rPr>
          <w:rFonts w:ascii="Arial" w:hAnsi="Arial" w:cs="Arial"/>
          <w:b/>
          <w:sz w:val="20"/>
          <w:szCs w:val="20"/>
        </w:rPr>
        <w:t>Termín plnění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7513"/>
        <w:gridCol w:w="2183"/>
      </w:tblGrid>
      <w:tr w:rsidR="00E74FEE" w:rsidRPr="00C01F7E" w:rsidTr="00E74FEE">
        <w:tc>
          <w:tcPr>
            <w:tcW w:w="7513" w:type="dxa"/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E74FEE" w:rsidRPr="00364ADD" w:rsidRDefault="00E74FEE" w:rsidP="0092145F">
            <w:pPr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  <w:r w:rsidRPr="001820C9">
              <w:rPr>
                <w:rFonts w:ascii="Arial" w:hAnsi="Arial" w:cs="Arial"/>
                <w:b/>
                <w:sz w:val="20"/>
                <w:szCs w:val="20"/>
              </w:rPr>
              <w:t>Termín plnění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62967">
              <w:rPr>
                <w:rFonts w:ascii="Arial" w:hAnsi="Arial" w:cs="Arial"/>
                <w:sz w:val="16"/>
                <w:szCs w:val="16"/>
              </w:rPr>
              <w:t xml:space="preserve">(stanovený </w:t>
            </w:r>
            <w:r>
              <w:rPr>
                <w:rFonts w:ascii="Arial" w:hAnsi="Arial" w:cs="Arial"/>
                <w:sz w:val="16"/>
                <w:szCs w:val="16"/>
              </w:rPr>
              <w:t xml:space="preserve">v kalendářních </w:t>
            </w:r>
            <w:r w:rsidRPr="00562967">
              <w:rPr>
                <w:rFonts w:ascii="Arial" w:hAnsi="Arial" w:cs="Arial"/>
                <w:sz w:val="16"/>
                <w:szCs w:val="16"/>
              </w:rPr>
              <w:t>dnech)</w:t>
            </w:r>
            <w:r w:rsidRPr="00562967">
              <w:rPr>
                <w:rFonts w:ascii="Arial" w:hAnsi="Arial" w:cs="Arial"/>
                <w:sz w:val="16"/>
                <w:szCs w:val="16"/>
              </w:rPr>
              <w:tab/>
            </w:r>
            <w:r w:rsidRPr="001820C9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2183" w:type="dxa"/>
          </w:tcPr>
          <w:p w:rsidR="00E74FEE" w:rsidRPr="00C01F7E" w:rsidRDefault="00E74FEE" w:rsidP="0092145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4FEE" w:rsidRDefault="00E74FEE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055883" w:rsidRPr="003F6F86" w:rsidRDefault="006B4298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B674D2">
        <w:rPr>
          <w:rFonts w:ascii="Arial" w:hAnsi="Arial" w:cs="Arial"/>
          <w:b/>
          <w:sz w:val="20"/>
          <w:szCs w:val="20"/>
        </w:rPr>
        <w:t>3</w:t>
      </w:r>
      <w:r w:rsidR="00055883" w:rsidRPr="003F6F86">
        <w:rPr>
          <w:rFonts w:ascii="Arial" w:hAnsi="Arial" w:cs="Arial"/>
          <w:b/>
          <w:sz w:val="20"/>
          <w:szCs w:val="20"/>
        </w:rPr>
        <w:t>.</w:t>
      </w:r>
      <w:r w:rsidR="00055883"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 w:rsidR="006943C7">
        <w:rPr>
          <w:rFonts w:ascii="Arial" w:hAnsi="Arial" w:cs="Arial"/>
          <w:b/>
          <w:sz w:val="20"/>
          <w:szCs w:val="20"/>
        </w:rPr>
        <w:t>které je nabídková cena v bodu 2</w:t>
      </w:r>
      <w:r w:rsidR="00055883" w:rsidRPr="003F6F86">
        <w:rPr>
          <w:rFonts w:ascii="Arial" w:hAnsi="Arial" w:cs="Arial"/>
          <w:b/>
          <w:sz w:val="20"/>
          <w:szCs w:val="20"/>
        </w:rPr>
        <w:t xml:space="preserve"> uvedena</w:t>
      </w:r>
    </w:p>
    <w:p w:rsidR="008047E9" w:rsidRPr="003F6F86" w:rsidRDefault="00574E2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CZK (Kč)</w:t>
      </w:r>
    </w:p>
    <w:p w:rsidR="008047E9" w:rsidRDefault="008047E9">
      <w:pPr>
        <w:spacing w:line="280" w:lineRule="atLeast"/>
        <w:rPr>
          <w:rFonts w:ascii="Arial" w:hAnsi="Arial" w:cs="Arial"/>
          <w:sz w:val="20"/>
          <w:szCs w:val="20"/>
        </w:rPr>
      </w:pPr>
    </w:p>
    <w:p w:rsidR="00964C13" w:rsidRPr="003F6F86" w:rsidRDefault="006B4298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964C13" w:rsidRPr="003F6F86">
        <w:rPr>
          <w:rFonts w:ascii="Arial" w:hAnsi="Arial" w:cs="Arial"/>
          <w:b/>
          <w:sz w:val="20"/>
          <w:szCs w:val="20"/>
        </w:rPr>
        <w:t>.</w:t>
      </w:r>
      <w:r w:rsidR="00964C13"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075202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A57676" w:rsidRPr="00E44BC2" w:rsidRDefault="00EF629D" w:rsidP="00E44BC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57676" w:rsidRPr="00E44BC2" w:rsidRDefault="00EF629D" w:rsidP="00E44BC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03F5" w:rsidRPr="003F6F86" w:rsidRDefault="002F03F5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0"/>
        <w:gridCol w:w="758"/>
      </w:tblGrid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684A" w:rsidRPr="002F03F5" w:rsidRDefault="00075202" w:rsidP="003742A9">
      <w:pPr>
        <w:jc w:val="both"/>
        <w:rPr>
          <w:rFonts w:ascii="Arial" w:hAnsi="Arial" w:cs="Arial"/>
          <w:sz w:val="16"/>
          <w:szCs w:val="16"/>
        </w:rPr>
      </w:pPr>
      <w:r w:rsidRPr="002F03F5">
        <w:rPr>
          <w:rFonts w:ascii="Arial" w:hAnsi="Arial" w:cs="Arial"/>
          <w:sz w:val="16"/>
          <w:szCs w:val="16"/>
        </w:rPr>
        <w:t>Poznámka: Do sloupce označeného I. uchazeč/zájemce uvede konkrétní část/části plnění, které hodlá zajistit pomocí subdodavatele</w:t>
      </w:r>
      <w:r w:rsidR="0078684A" w:rsidRPr="002F03F5">
        <w:rPr>
          <w:rFonts w:ascii="Arial" w:hAnsi="Arial" w:cs="Arial"/>
          <w:sz w:val="16"/>
          <w:szCs w:val="16"/>
        </w:rPr>
        <w:t>. Do sloupce označeného II. uchazeč/zájemce uvede procentní podíl subdodavatele</w:t>
      </w:r>
      <w:r w:rsidR="0022099C" w:rsidRPr="002F03F5">
        <w:rPr>
          <w:rFonts w:ascii="Arial" w:hAnsi="Arial" w:cs="Arial"/>
          <w:sz w:val="16"/>
          <w:szCs w:val="16"/>
        </w:rPr>
        <w:t xml:space="preserve"> a </w:t>
      </w:r>
      <w:r w:rsidR="00574E2C" w:rsidRPr="002F03F5">
        <w:rPr>
          <w:rFonts w:ascii="Arial" w:hAnsi="Arial" w:cs="Arial"/>
          <w:sz w:val="16"/>
          <w:szCs w:val="16"/>
        </w:rPr>
        <w:t>poměrnou finanční částku</w:t>
      </w:r>
      <w:r w:rsidR="0078684A" w:rsidRPr="002F03F5">
        <w:rPr>
          <w:rFonts w:ascii="Arial" w:hAnsi="Arial" w:cs="Arial"/>
          <w:sz w:val="16"/>
          <w:szCs w:val="16"/>
        </w:rPr>
        <w:t xml:space="preserve"> na celkovém plnění</w:t>
      </w:r>
      <w:r w:rsidR="00574E2C" w:rsidRPr="002F03F5">
        <w:rPr>
          <w:rFonts w:ascii="Arial" w:hAnsi="Arial" w:cs="Arial"/>
          <w:sz w:val="16"/>
          <w:szCs w:val="16"/>
        </w:rPr>
        <w:t xml:space="preserve"> vztaženém k celkové nabídkové ceně</w:t>
      </w:r>
      <w:r w:rsidR="0078684A" w:rsidRPr="002F03F5">
        <w:rPr>
          <w:rFonts w:ascii="Arial" w:hAnsi="Arial" w:cs="Arial"/>
          <w:sz w:val="16"/>
          <w:szCs w:val="16"/>
        </w:rPr>
        <w:t>.</w:t>
      </w:r>
    </w:p>
    <w:p w:rsidR="00075202" w:rsidRDefault="00075202">
      <w:pPr>
        <w:spacing w:line="280" w:lineRule="atLeast"/>
        <w:rPr>
          <w:rFonts w:ascii="Arial" w:hAnsi="Arial" w:cs="Arial"/>
          <w:sz w:val="20"/>
          <w:szCs w:val="20"/>
        </w:rPr>
      </w:pPr>
    </w:p>
    <w:p w:rsidR="00075202" w:rsidRPr="003F6F86" w:rsidRDefault="006B4298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CA37E3" w:rsidRPr="003F6F86">
        <w:rPr>
          <w:rFonts w:ascii="Arial" w:hAnsi="Arial" w:cs="Arial"/>
          <w:b/>
          <w:sz w:val="20"/>
          <w:szCs w:val="20"/>
        </w:rPr>
        <w:t>.</w:t>
      </w:r>
      <w:r w:rsidR="00CA37E3"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A30FCC" w:rsidRPr="00E44BC2" w:rsidTr="00D45406">
        <w:trPr>
          <w:trHeight w:val="642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A30FCC" w:rsidRPr="00E44BC2" w:rsidRDefault="00A30FCC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A30FCC" w:rsidRPr="00E44BC2" w:rsidRDefault="00A30FCC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E44BC2" w:rsidTr="00D45406">
        <w:trPr>
          <w:trHeight w:val="642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E44BC2" w:rsidTr="00D45406">
        <w:trPr>
          <w:trHeight w:val="642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05EF" w:rsidRPr="00C76224" w:rsidRDefault="00B005EF" w:rsidP="00EA3DCE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B005EF" w:rsidRPr="00C76224" w:rsidSect="00C4526E">
      <w:headerReference w:type="default" r:id="rId12"/>
      <w:footerReference w:type="even" r:id="rId13"/>
      <w:footerReference w:type="default" r:id="rId14"/>
      <w:pgSz w:w="11906" w:h="16838" w:code="9"/>
      <w:pgMar w:top="1792" w:right="1021" w:bottom="289" w:left="1134" w:header="539" w:footer="5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1D0" w:rsidRDefault="00FD11D0">
      <w:r>
        <w:separator/>
      </w:r>
    </w:p>
  </w:endnote>
  <w:endnote w:type="continuationSeparator" w:id="0">
    <w:p w:rsidR="00FD11D0" w:rsidRDefault="00FD1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7863F9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D953C2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9.75pt;height:50.25pt">
          <v:imagedata r:id="rId1" o:title=""/>
        </v:shape>
      </w:pict>
    </w:r>
  </w:p>
  <w:p w:rsidR="00957340" w:rsidRDefault="007863F9" w:rsidP="00961775">
    <w:pPr>
      <w:pStyle w:val="Zpat"/>
      <w:ind w:right="360"/>
      <w:jc w:val="right"/>
    </w:pPr>
    <w:r>
      <w:rPr>
        <w:rStyle w:val="slostrnky"/>
        <w:sz w:val="20"/>
        <w:szCs w:val="20"/>
      </w:rPr>
      <w:fldChar w:fldCharType="begin"/>
    </w:r>
    <w:r w:rsidR="00957340">
      <w:rPr>
        <w:rStyle w:val="slostrnky"/>
        <w:sz w:val="20"/>
        <w:szCs w:val="20"/>
      </w:rPr>
      <w:instrText xml:space="preserve"> PAGE  \* ArabicDash </w:instrText>
    </w:r>
    <w:r>
      <w:rPr>
        <w:rStyle w:val="slostrnky"/>
        <w:sz w:val="20"/>
        <w:szCs w:val="20"/>
      </w:rPr>
      <w:fldChar w:fldCharType="separate"/>
    </w:r>
    <w:r w:rsidR="00FD11D0">
      <w:rPr>
        <w:rStyle w:val="slostrnky"/>
        <w:noProof/>
        <w:sz w:val="20"/>
        <w:szCs w:val="20"/>
      </w:rPr>
      <w:t>- 1 -</w:t>
    </w:r>
    <w:r>
      <w:rPr>
        <w:rStyle w:val="slostrnky"/>
        <w:sz w:val="20"/>
        <w:szCs w:val="20"/>
      </w:rPr>
      <w:fldChar w:fldCharType="end"/>
    </w:r>
    <w:r w:rsidR="00957340">
      <w:rPr>
        <w:rStyle w:val="slostrnky"/>
        <w:sz w:val="20"/>
        <w:szCs w:val="20"/>
      </w:rPr>
      <w:t xml:space="preserve"> (celkem </w:t>
    </w:r>
    <w:r w:rsidR="00F217F9">
      <w:rPr>
        <w:rStyle w:val="slostrnky"/>
        <w:sz w:val="20"/>
        <w:szCs w:val="20"/>
      </w:rPr>
      <w:t>3</w:t>
    </w:r>
    <w:r w:rsidR="00957340">
      <w:rPr>
        <w:rStyle w:val="slostrnky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1D0" w:rsidRDefault="00FD11D0">
      <w:r>
        <w:separator/>
      </w:r>
    </w:p>
  </w:footnote>
  <w:footnote w:type="continuationSeparator" w:id="0">
    <w:p w:rsidR="00FD11D0" w:rsidRDefault="00FD1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340" w:rsidRDefault="00957340" w:rsidP="00957340">
    <w:pPr>
      <w:spacing w:line="280" w:lineRule="atLeast"/>
      <w:ind w:left="7788"/>
    </w:pPr>
    <w:r>
      <w:tab/>
    </w:r>
    <w:r w:rsidRPr="00BE2709">
      <w:rPr>
        <w:b/>
      </w:rPr>
      <w:t>Příloha č</w:t>
    </w:r>
    <w:r>
      <w:rPr>
        <w:b/>
      </w:rPr>
      <w:t>. 1</w:t>
    </w:r>
  </w:p>
  <w:p w:rsidR="00957340" w:rsidRPr="009F2DB4" w:rsidRDefault="007863F9" w:rsidP="00957340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0D61A6" w:rsidRPr="00957340" w:rsidRDefault="000D61A6" w:rsidP="009573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B66"/>
    <w:multiLevelType w:val="hybridMultilevel"/>
    <w:tmpl w:val="014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3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5DD7008"/>
    <w:multiLevelType w:val="multilevel"/>
    <w:tmpl w:val="40AEA1D0"/>
    <w:lvl w:ilvl="0">
      <w:start w:val="1"/>
      <w:numFmt w:val="decimal"/>
      <w:lvlText w:val="%1.1."/>
      <w:lvlJc w:val="left"/>
      <w:pPr>
        <w:ind w:left="476" w:hanging="476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4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3" w:hanging="1440"/>
      </w:pPr>
      <w:rPr>
        <w:rFonts w:hint="default"/>
      </w:rPr>
    </w:lvl>
  </w:abstractNum>
  <w:abstractNum w:abstractNumId="5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noPunctuationKerning/>
  <w:characterSpacingControl w:val="doNotCompress"/>
  <w:savePreviewPicture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03F6A"/>
    <w:rsid w:val="00030CA7"/>
    <w:rsid w:val="000327E9"/>
    <w:rsid w:val="00046DD6"/>
    <w:rsid w:val="00055883"/>
    <w:rsid w:val="00062A8F"/>
    <w:rsid w:val="00070374"/>
    <w:rsid w:val="00075202"/>
    <w:rsid w:val="0009541A"/>
    <w:rsid w:val="000D08CC"/>
    <w:rsid w:val="000D61A6"/>
    <w:rsid w:val="000E5EEF"/>
    <w:rsid w:val="00111432"/>
    <w:rsid w:val="0012417C"/>
    <w:rsid w:val="00136428"/>
    <w:rsid w:val="00144203"/>
    <w:rsid w:val="00152B89"/>
    <w:rsid w:val="00160327"/>
    <w:rsid w:val="00162CE7"/>
    <w:rsid w:val="00166C7A"/>
    <w:rsid w:val="00182BF4"/>
    <w:rsid w:val="0018723C"/>
    <w:rsid w:val="001B2043"/>
    <w:rsid w:val="001B20FC"/>
    <w:rsid w:val="001D11B2"/>
    <w:rsid w:val="001E2CA3"/>
    <w:rsid w:val="001E5BC5"/>
    <w:rsid w:val="001E6E18"/>
    <w:rsid w:val="0022099C"/>
    <w:rsid w:val="00246541"/>
    <w:rsid w:val="00254846"/>
    <w:rsid w:val="00280DBB"/>
    <w:rsid w:val="002A2119"/>
    <w:rsid w:val="002A2778"/>
    <w:rsid w:val="002A3D54"/>
    <w:rsid w:val="002A7436"/>
    <w:rsid w:val="002B411A"/>
    <w:rsid w:val="002B5AB1"/>
    <w:rsid w:val="002B729E"/>
    <w:rsid w:val="002E6E18"/>
    <w:rsid w:val="002F03F5"/>
    <w:rsid w:val="002F2FFD"/>
    <w:rsid w:val="00302587"/>
    <w:rsid w:val="00305362"/>
    <w:rsid w:val="00306F0C"/>
    <w:rsid w:val="00314B8E"/>
    <w:rsid w:val="00321492"/>
    <w:rsid w:val="00364C6E"/>
    <w:rsid w:val="003742A9"/>
    <w:rsid w:val="00385D93"/>
    <w:rsid w:val="003A19CB"/>
    <w:rsid w:val="003A5CB7"/>
    <w:rsid w:val="003A6732"/>
    <w:rsid w:val="003B446F"/>
    <w:rsid w:val="003B5C4B"/>
    <w:rsid w:val="003F241A"/>
    <w:rsid w:val="003F6F86"/>
    <w:rsid w:val="00412709"/>
    <w:rsid w:val="00424AB8"/>
    <w:rsid w:val="0045751C"/>
    <w:rsid w:val="00457583"/>
    <w:rsid w:val="004625A2"/>
    <w:rsid w:val="0046336E"/>
    <w:rsid w:val="00474E4F"/>
    <w:rsid w:val="004A578F"/>
    <w:rsid w:val="004A6DEB"/>
    <w:rsid w:val="004B5534"/>
    <w:rsid w:val="004F5E60"/>
    <w:rsid w:val="00506E59"/>
    <w:rsid w:val="00512A1C"/>
    <w:rsid w:val="00524511"/>
    <w:rsid w:val="005749EA"/>
    <w:rsid w:val="00574E2C"/>
    <w:rsid w:val="00575C2E"/>
    <w:rsid w:val="005C5704"/>
    <w:rsid w:val="005E0A14"/>
    <w:rsid w:val="005E368F"/>
    <w:rsid w:val="005F6A72"/>
    <w:rsid w:val="00607315"/>
    <w:rsid w:val="00624EB0"/>
    <w:rsid w:val="00656063"/>
    <w:rsid w:val="006633B4"/>
    <w:rsid w:val="0067185E"/>
    <w:rsid w:val="006943C7"/>
    <w:rsid w:val="00697284"/>
    <w:rsid w:val="006A427C"/>
    <w:rsid w:val="006B4298"/>
    <w:rsid w:val="006D2023"/>
    <w:rsid w:val="006D70D4"/>
    <w:rsid w:val="006F5617"/>
    <w:rsid w:val="006F5B0C"/>
    <w:rsid w:val="00706FA1"/>
    <w:rsid w:val="00712F40"/>
    <w:rsid w:val="007406B3"/>
    <w:rsid w:val="007572F3"/>
    <w:rsid w:val="007747B6"/>
    <w:rsid w:val="00775FE8"/>
    <w:rsid w:val="00784D36"/>
    <w:rsid w:val="007863F9"/>
    <w:rsid w:val="0078684A"/>
    <w:rsid w:val="00796EDA"/>
    <w:rsid w:val="007C61AC"/>
    <w:rsid w:val="007D0780"/>
    <w:rsid w:val="007D65CE"/>
    <w:rsid w:val="007E1ADC"/>
    <w:rsid w:val="007E486B"/>
    <w:rsid w:val="007F1A2D"/>
    <w:rsid w:val="008047E9"/>
    <w:rsid w:val="00810D71"/>
    <w:rsid w:val="00826C61"/>
    <w:rsid w:val="00832335"/>
    <w:rsid w:val="0084657F"/>
    <w:rsid w:val="00860817"/>
    <w:rsid w:val="0087158F"/>
    <w:rsid w:val="00872A80"/>
    <w:rsid w:val="008D2645"/>
    <w:rsid w:val="008D5E88"/>
    <w:rsid w:val="008F2254"/>
    <w:rsid w:val="008F78C0"/>
    <w:rsid w:val="00903648"/>
    <w:rsid w:val="009379EE"/>
    <w:rsid w:val="00945914"/>
    <w:rsid w:val="00956585"/>
    <w:rsid w:val="00957340"/>
    <w:rsid w:val="00961775"/>
    <w:rsid w:val="0096239A"/>
    <w:rsid w:val="00964C13"/>
    <w:rsid w:val="00974831"/>
    <w:rsid w:val="00976BA2"/>
    <w:rsid w:val="009961AA"/>
    <w:rsid w:val="009A0DF9"/>
    <w:rsid w:val="009A2C29"/>
    <w:rsid w:val="009B2BBD"/>
    <w:rsid w:val="009C7547"/>
    <w:rsid w:val="009D08E7"/>
    <w:rsid w:val="009E56C9"/>
    <w:rsid w:val="00A03BDF"/>
    <w:rsid w:val="00A03DE6"/>
    <w:rsid w:val="00A04E4A"/>
    <w:rsid w:val="00A30699"/>
    <w:rsid w:val="00A30FCC"/>
    <w:rsid w:val="00A46E40"/>
    <w:rsid w:val="00A51FBC"/>
    <w:rsid w:val="00A57676"/>
    <w:rsid w:val="00A6155F"/>
    <w:rsid w:val="00A61EAB"/>
    <w:rsid w:val="00A6447A"/>
    <w:rsid w:val="00A722BA"/>
    <w:rsid w:val="00A72BAE"/>
    <w:rsid w:val="00AB28C4"/>
    <w:rsid w:val="00AC54BC"/>
    <w:rsid w:val="00AE11AB"/>
    <w:rsid w:val="00AE1CA4"/>
    <w:rsid w:val="00B005EF"/>
    <w:rsid w:val="00B20CBD"/>
    <w:rsid w:val="00B43B3B"/>
    <w:rsid w:val="00B44EB6"/>
    <w:rsid w:val="00B46277"/>
    <w:rsid w:val="00B52AAA"/>
    <w:rsid w:val="00B66EE5"/>
    <w:rsid w:val="00B674D2"/>
    <w:rsid w:val="00B84E6C"/>
    <w:rsid w:val="00B876B1"/>
    <w:rsid w:val="00BA7F62"/>
    <w:rsid w:val="00BB5452"/>
    <w:rsid w:val="00BD0385"/>
    <w:rsid w:val="00BD5828"/>
    <w:rsid w:val="00BE230B"/>
    <w:rsid w:val="00BF1180"/>
    <w:rsid w:val="00C00991"/>
    <w:rsid w:val="00C30F30"/>
    <w:rsid w:val="00C4526E"/>
    <w:rsid w:val="00C622DD"/>
    <w:rsid w:val="00C76224"/>
    <w:rsid w:val="00C908F4"/>
    <w:rsid w:val="00C91E98"/>
    <w:rsid w:val="00C92484"/>
    <w:rsid w:val="00C9610D"/>
    <w:rsid w:val="00CA37E3"/>
    <w:rsid w:val="00CC2AA6"/>
    <w:rsid w:val="00CE39C9"/>
    <w:rsid w:val="00D15803"/>
    <w:rsid w:val="00D214A9"/>
    <w:rsid w:val="00D27B5A"/>
    <w:rsid w:val="00D45406"/>
    <w:rsid w:val="00D65C5C"/>
    <w:rsid w:val="00D672D7"/>
    <w:rsid w:val="00D75506"/>
    <w:rsid w:val="00D75E89"/>
    <w:rsid w:val="00D953C2"/>
    <w:rsid w:val="00D96235"/>
    <w:rsid w:val="00DB5ECF"/>
    <w:rsid w:val="00DC5321"/>
    <w:rsid w:val="00DD0F4C"/>
    <w:rsid w:val="00DD1325"/>
    <w:rsid w:val="00DF6882"/>
    <w:rsid w:val="00E11E2C"/>
    <w:rsid w:val="00E24691"/>
    <w:rsid w:val="00E24BF4"/>
    <w:rsid w:val="00E44BC2"/>
    <w:rsid w:val="00E468F3"/>
    <w:rsid w:val="00E64622"/>
    <w:rsid w:val="00E64CCA"/>
    <w:rsid w:val="00E71ED2"/>
    <w:rsid w:val="00E74FEE"/>
    <w:rsid w:val="00E80866"/>
    <w:rsid w:val="00E93700"/>
    <w:rsid w:val="00E94D5E"/>
    <w:rsid w:val="00EA3A3D"/>
    <w:rsid w:val="00EA3DCE"/>
    <w:rsid w:val="00EF1265"/>
    <w:rsid w:val="00EF629D"/>
    <w:rsid w:val="00F12701"/>
    <w:rsid w:val="00F167C7"/>
    <w:rsid w:val="00F217F9"/>
    <w:rsid w:val="00F4283B"/>
    <w:rsid w:val="00F44D7B"/>
    <w:rsid w:val="00F46CA0"/>
    <w:rsid w:val="00F514E5"/>
    <w:rsid w:val="00F67A93"/>
    <w:rsid w:val="00F74020"/>
    <w:rsid w:val="00F97E44"/>
    <w:rsid w:val="00FA4585"/>
    <w:rsid w:val="00FA5C1B"/>
    <w:rsid w:val="00FC3963"/>
    <w:rsid w:val="00FC7875"/>
    <w:rsid w:val="00FD11D0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4C6E"/>
    <w:rPr>
      <w:sz w:val="24"/>
      <w:szCs w:val="24"/>
    </w:rPr>
  </w:style>
  <w:style w:type="paragraph" w:styleId="Nadpis1">
    <w:name w:val="heading 1"/>
    <w:basedOn w:val="Normln"/>
    <w:next w:val="Normln"/>
    <w:qFormat/>
    <w:rsid w:val="00364C6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364C6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364C6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364C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4C6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6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E94D5E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9573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as.holas@mze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vlasta.laiskova@mz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_Cesky_Krumlov@mze.cz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</TotalTime>
  <Pages>3</Pages>
  <Words>657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pc</cp:lastModifiedBy>
  <cp:revision>2</cp:revision>
  <cp:lastPrinted>2012-10-25T13:07:00Z</cp:lastPrinted>
  <dcterms:created xsi:type="dcterms:W3CDTF">2012-10-25T13:07:00Z</dcterms:created>
  <dcterms:modified xsi:type="dcterms:W3CDTF">2012-10-25T13:07:00Z</dcterms:modified>
</cp:coreProperties>
</file>